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060"/>
        <w:gridCol w:w="1589"/>
        <w:gridCol w:w="2283"/>
      </w:tblGrid>
      <w:tr w:rsidR="000C4B37" w:rsidRPr="000C4B37" w14:paraId="433D5A22" w14:textId="77777777" w:rsidTr="003F7A9C">
        <w:trPr>
          <w:trHeight w:val="300"/>
        </w:trPr>
        <w:tc>
          <w:tcPr>
            <w:tcW w:w="9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66A42C1E" w14:textId="3532EAE6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NŮŽKOV</w:t>
            </w:r>
            <w:r w:rsidR="00F97F1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Á</w:t>
            </w: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PLOŠIN</w:t>
            </w:r>
            <w:r w:rsidR="00F97F1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A VČETNĚ PŘEPRAVNÍKU</w:t>
            </w:r>
          </w:p>
        </w:tc>
      </w:tr>
      <w:tr w:rsidR="000C4B37" w:rsidRPr="000C4B37" w14:paraId="565C6665" w14:textId="77777777" w:rsidTr="003F7A9C">
        <w:trPr>
          <w:trHeight w:val="300"/>
        </w:trPr>
        <w:tc>
          <w:tcPr>
            <w:tcW w:w="9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23B79F06" w14:textId="02EDDF7F" w:rsidR="000C4B37" w:rsidRPr="000C4B37" w:rsidRDefault="00E7092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 VZ: 63523095</w:t>
            </w:r>
          </w:p>
        </w:tc>
      </w:tr>
      <w:tr w:rsidR="000C4B37" w:rsidRPr="000C4B37" w14:paraId="0B071660" w14:textId="77777777" w:rsidTr="003F7A9C">
        <w:trPr>
          <w:trHeight w:val="20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19E4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B1A91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053E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E9D3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C4B37" w:rsidRPr="000C4B37" w14:paraId="784BF68A" w14:textId="77777777" w:rsidTr="003F7A9C">
        <w:trPr>
          <w:trHeight w:val="87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228BC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16F31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37BCD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12883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0C4B37" w:rsidRPr="000C4B37" w14:paraId="32E79657" w14:textId="77777777" w:rsidTr="003F7A9C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DFAE1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E4F33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nůžkové plošiny:</w:t>
            </w:r>
          </w:p>
        </w:tc>
        <w:tc>
          <w:tcPr>
            <w:tcW w:w="1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1199D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9007DD1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0C4B37" w:rsidRPr="000C4B37" w14:paraId="3D28EF46" w14:textId="77777777" w:rsidTr="003F7A9C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7F5228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47FBE78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AD7D6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70934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0C4B37" w:rsidRPr="000C4B37" w14:paraId="4D90C1F1" w14:textId="77777777" w:rsidTr="003F7A9C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03309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2BB9B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přípojného vozidla:</w:t>
            </w:r>
          </w:p>
        </w:tc>
        <w:tc>
          <w:tcPr>
            <w:tcW w:w="1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41341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C239ED3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0C4B37" w:rsidRPr="000C4B37" w14:paraId="0750E44E" w14:textId="77777777" w:rsidTr="003F7A9C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6D2AB8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80CAB77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AA6CE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E1DFA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0C4B37" w:rsidRPr="000C4B37" w14:paraId="05A4AF2E" w14:textId="77777777" w:rsidTr="003F7A9C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327B4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F40B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v místě dodávky (obvod OŘ Ostrava)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D00B2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7712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stroje</w:t>
            </w:r>
          </w:p>
        </w:tc>
      </w:tr>
      <w:tr w:rsidR="000C4B37" w:rsidRPr="000C4B37" w14:paraId="545D97CB" w14:textId="77777777" w:rsidTr="003F7A9C">
        <w:trPr>
          <w:trHeight w:val="3520"/>
        </w:trPr>
        <w:tc>
          <w:tcPr>
            <w:tcW w:w="3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648B9" w14:textId="6F4E068E" w:rsidR="000C4B37" w:rsidRPr="000C4B37" w:rsidRDefault="00F97F12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</w:t>
            </w:r>
            <w:r w:rsidR="000C4B37"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9968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Provádění předepsaných servisních úkonů dodavatelem v ceně stroje a v intervalech předepsaných výrobcem stroje na základě jeho servisního plánu obsahující výměny provozních kapalin a filtrů (olejových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 a provádění běžné údržby.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9E719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 dobu záruční lhůty, nebo do nájezdu 500 MTH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38C64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0C4B37" w:rsidRPr="000C4B37" w14:paraId="07287F5E" w14:textId="77777777" w:rsidTr="003F7A9C">
        <w:trPr>
          <w:trHeight w:val="403"/>
        </w:trPr>
        <w:tc>
          <w:tcPr>
            <w:tcW w:w="70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14:paraId="25951AD2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432AD20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0C4B37" w:rsidRPr="000C4B37" w14:paraId="452F8747" w14:textId="77777777" w:rsidTr="003F7A9C">
        <w:trPr>
          <w:trHeight w:val="280"/>
        </w:trPr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AEB5A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A9FF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6E5C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C4B37" w:rsidRPr="000C4B37" w14:paraId="3E85613F" w14:textId="77777777" w:rsidTr="003F7A9C">
        <w:trPr>
          <w:trHeight w:val="50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B65900D" w14:textId="77777777" w:rsidR="000C4B37" w:rsidRPr="000C4B37" w:rsidRDefault="000C4B37" w:rsidP="000C4B3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9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125413B9" w14:textId="50EF4AC5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podbarvená pole k doplnění účastníkem zadávacího řízení (tovární označení </w:t>
            </w:r>
            <w:r w:rsidR="00F97F1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předmětu plnění a </w:t>
            </w: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</w:t>
            </w:r>
            <w:r w:rsidR="00F97F1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á</w:t>
            </w: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cen</w:t>
            </w:r>
            <w:r w:rsidR="00F97F1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a</w:t>
            </w:r>
            <w:r w:rsidRPr="000C4B3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0C4B37" w:rsidRPr="000C4B37" w14:paraId="287E4015" w14:textId="77777777" w:rsidTr="003F7A9C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7AD7" w14:textId="77777777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5527D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A4AB8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14F5C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C4B37" w:rsidRPr="000C4B37" w14:paraId="0FF7A8BB" w14:textId="77777777" w:rsidTr="003F7A9C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404C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E97E6" w14:textId="77777777" w:rsid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51CDEE20" w14:textId="77777777" w:rsid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6562AAC7" w14:textId="77777777" w:rsid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1B63AE5D" w14:textId="77777777" w:rsid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10484ED9" w14:textId="153E8AE8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586E4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4AB2E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C4B37" w:rsidRPr="000C4B37" w14:paraId="2DBF5BA6" w14:textId="77777777" w:rsidTr="003F7A9C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B712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BFCAA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8D867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2CEAB" w14:textId="77777777" w:rsidR="000C4B37" w:rsidRPr="000C4B37" w:rsidRDefault="000C4B37" w:rsidP="000C4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C4B37" w:rsidRPr="000C4B37" w14:paraId="23A4DB0A" w14:textId="77777777" w:rsidTr="00F97F12">
        <w:trPr>
          <w:trHeight w:val="285"/>
        </w:trPr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BCDDE" w14:textId="316E29D0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579F8" w14:textId="071450D8" w:rsidR="000C4B37" w:rsidRPr="000C4B37" w:rsidRDefault="000C4B37" w:rsidP="000C4B3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5E50E2CE" w14:textId="77777777" w:rsidR="000C4B37" w:rsidRDefault="000C4B37" w:rsidP="00CF20A4">
      <w:pPr>
        <w:rPr>
          <w:sz w:val="20"/>
          <w:szCs w:val="20"/>
        </w:rPr>
      </w:pPr>
    </w:p>
    <w:sectPr w:rsidR="000C4B3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62AC3" w14:textId="77777777" w:rsidR="00685CDB" w:rsidRDefault="00685CDB" w:rsidP="00962258">
      <w:pPr>
        <w:spacing w:after="0" w:line="240" w:lineRule="auto"/>
      </w:pPr>
      <w:r>
        <w:separator/>
      </w:r>
    </w:p>
  </w:endnote>
  <w:endnote w:type="continuationSeparator" w:id="0">
    <w:p w14:paraId="1FEAB58F" w14:textId="77777777" w:rsidR="00685CDB" w:rsidRDefault="00685C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B903" w14:textId="77777777" w:rsidR="00F97F12" w:rsidRDefault="00F97F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56888281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9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9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83F5D" w14:textId="77777777" w:rsidR="00685CDB" w:rsidRDefault="00685CDB" w:rsidP="00962258">
      <w:pPr>
        <w:spacing w:after="0" w:line="240" w:lineRule="auto"/>
      </w:pPr>
      <w:r>
        <w:separator/>
      </w:r>
    </w:p>
  </w:footnote>
  <w:footnote w:type="continuationSeparator" w:id="0">
    <w:p w14:paraId="5F49639E" w14:textId="77777777" w:rsidR="00685CDB" w:rsidRDefault="00685C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C4C67" w14:textId="77777777" w:rsidR="00F97F12" w:rsidRDefault="00F97F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ACFF37" w14:textId="37AC8B39" w:rsidR="007027E7" w:rsidRPr="002A6AEA" w:rsidRDefault="007027E7" w:rsidP="007027E7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Příloha č. 1</w:t>
          </w:r>
          <w:r w:rsidR="00B352E2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 xml:space="preserve"> – Formulář pro cenovou nabídku</w:t>
          </w:r>
          <w:r w:rsidR="00634A77">
            <w:rPr>
              <w:sz w:val="24"/>
              <w:szCs w:val="24"/>
            </w:rPr>
            <w:t xml:space="preserve"> 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14544206">
    <w:abstractNumId w:val="1"/>
  </w:num>
  <w:num w:numId="2" w16cid:durableId="68426598">
    <w:abstractNumId w:val="0"/>
  </w:num>
  <w:num w:numId="3" w16cid:durableId="282543441">
    <w:abstractNumId w:val="9"/>
  </w:num>
  <w:num w:numId="4" w16cid:durableId="1356345300">
    <w:abstractNumId w:val="3"/>
  </w:num>
  <w:num w:numId="5" w16cid:durableId="128715146">
    <w:abstractNumId w:val="7"/>
  </w:num>
  <w:num w:numId="6" w16cid:durableId="228611710">
    <w:abstractNumId w:val="5"/>
  </w:num>
  <w:num w:numId="7" w16cid:durableId="1298801385">
    <w:abstractNumId w:val="6"/>
  </w:num>
  <w:num w:numId="8" w16cid:durableId="254673957">
    <w:abstractNumId w:val="2"/>
  </w:num>
  <w:num w:numId="9" w16cid:durableId="1267692071">
    <w:abstractNumId w:val="8"/>
  </w:num>
  <w:num w:numId="10" w16cid:durableId="17485067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224EC"/>
    <w:rsid w:val="000318C8"/>
    <w:rsid w:val="000618DB"/>
    <w:rsid w:val="00072C1E"/>
    <w:rsid w:val="00094664"/>
    <w:rsid w:val="000B4EB8"/>
    <w:rsid w:val="000C41F2"/>
    <w:rsid w:val="000C4B37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26BEB"/>
    <w:rsid w:val="00170EC5"/>
    <w:rsid w:val="001747C1"/>
    <w:rsid w:val="00186692"/>
    <w:rsid w:val="00190B15"/>
    <w:rsid w:val="001B4E74"/>
    <w:rsid w:val="001D66BD"/>
    <w:rsid w:val="001F10F0"/>
    <w:rsid w:val="00203D71"/>
    <w:rsid w:val="00207DF5"/>
    <w:rsid w:val="00261A5B"/>
    <w:rsid w:val="00277BC7"/>
    <w:rsid w:val="00285044"/>
    <w:rsid w:val="00296DC2"/>
    <w:rsid w:val="002A6AEA"/>
    <w:rsid w:val="002B5243"/>
    <w:rsid w:val="002C31BF"/>
    <w:rsid w:val="002E0CD7"/>
    <w:rsid w:val="002F2312"/>
    <w:rsid w:val="00301A67"/>
    <w:rsid w:val="0030674D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2351"/>
    <w:rsid w:val="003D5014"/>
    <w:rsid w:val="003E4A4C"/>
    <w:rsid w:val="003F7A9C"/>
    <w:rsid w:val="00450F07"/>
    <w:rsid w:val="00453CD3"/>
    <w:rsid w:val="00460660"/>
    <w:rsid w:val="00486107"/>
    <w:rsid w:val="00491827"/>
    <w:rsid w:val="004A710C"/>
    <w:rsid w:val="004B24E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85CDB"/>
    <w:rsid w:val="006A5570"/>
    <w:rsid w:val="006A689C"/>
    <w:rsid w:val="006B3D79"/>
    <w:rsid w:val="006D0CB3"/>
    <w:rsid w:val="006E0578"/>
    <w:rsid w:val="006E314D"/>
    <w:rsid w:val="007027E7"/>
    <w:rsid w:val="00710723"/>
    <w:rsid w:val="0071113A"/>
    <w:rsid w:val="00722AC7"/>
    <w:rsid w:val="00723ED1"/>
    <w:rsid w:val="00742F51"/>
    <w:rsid w:val="00743525"/>
    <w:rsid w:val="007535FF"/>
    <w:rsid w:val="0076286B"/>
    <w:rsid w:val="0076544E"/>
    <w:rsid w:val="00766846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56E91"/>
    <w:rsid w:val="00857DDC"/>
    <w:rsid w:val="00874CD4"/>
    <w:rsid w:val="00890B7C"/>
    <w:rsid w:val="00895BBB"/>
    <w:rsid w:val="008A3568"/>
    <w:rsid w:val="008A44DB"/>
    <w:rsid w:val="008D03B9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16B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5708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2D0A"/>
    <w:rsid w:val="00C03A6E"/>
    <w:rsid w:val="00C220C1"/>
    <w:rsid w:val="00C3606B"/>
    <w:rsid w:val="00C420CA"/>
    <w:rsid w:val="00C44F6A"/>
    <w:rsid w:val="00C47B1C"/>
    <w:rsid w:val="00C6198E"/>
    <w:rsid w:val="00C632C8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A2D31"/>
    <w:rsid w:val="00DA3711"/>
    <w:rsid w:val="00DD46F3"/>
    <w:rsid w:val="00DE56F2"/>
    <w:rsid w:val="00DE68D5"/>
    <w:rsid w:val="00DF116D"/>
    <w:rsid w:val="00DF224E"/>
    <w:rsid w:val="00E02F69"/>
    <w:rsid w:val="00E1013A"/>
    <w:rsid w:val="00E218B5"/>
    <w:rsid w:val="00E260F5"/>
    <w:rsid w:val="00E70927"/>
    <w:rsid w:val="00E762E9"/>
    <w:rsid w:val="00E8065E"/>
    <w:rsid w:val="00E8470D"/>
    <w:rsid w:val="00EA4AFA"/>
    <w:rsid w:val="00EB104F"/>
    <w:rsid w:val="00EC303A"/>
    <w:rsid w:val="00ED14BD"/>
    <w:rsid w:val="00ED5B44"/>
    <w:rsid w:val="00EE30C1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5607"/>
    <w:rsid w:val="00F53137"/>
    <w:rsid w:val="00F659EB"/>
    <w:rsid w:val="00F8233B"/>
    <w:rsid w:val="00F86BA6"/>
    <w:rsid w:val="00F92868"/>
    <w:rsid w:val="00F97F12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C057D2-80DC-4D88-9F47-BD96A6DC14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5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9</cp:revision>
  <cp:lastPrinted>2021-04-30T05:48:00Z</cp:lastPrinted>
  <dcterms:created xsi:type="dcterms:W3CDTF">2023-04-28T14:32:00Z</dcterms:created>
  <dcterms:modified xsi:type="dcterms:W3CDTF">2023-05-25T05:00:00Z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